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46018" w14:textId="1CF58D5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B5E0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B5E09">
        <w:rPr>
          <w:rFonts w:ascii="Corbel" w:hAnsi="Corbel"/>
          <w:bCs/>
          <w:i/>
        </w:rPr>
        <w:t>23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17D010A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030">
        <w:rPr>
          <w:rFonts w:ascii="Corbel" w:hAnsi="Corbel"/>
          <w:i/>
          <w:smallCaps/>
          <w:sz w:val="24"/>
          <w:szCs w:val="24"/>
        </w:rPr>
        <w:t xml:space="preserve"> 20</w:t>
      </w:r>
      <w:r w:rsidR="00B02A7F">
        <w:rPr>
          <w:rFonts w:ascii="Corbel" w:hAnsi="Corbel"/>
          <w:i/>
          <w:smallCaps/>
          <w:sz w:val="24"/>
          <w:szCs w:val="24"/>
        </w:rPr>
        <w:t>2</w:t>
      </w:r>
      <w:r w:rsidR="00F07D24">
        <w:rPr>
          <w:rFonts w:ascii="Corbel" w:hAnsi="Corbel"/>
          <w:i/>
          <w:smallCaps/>
          <w:sz w:val="24"/>
          <w:szCs w:val="24"/>
        </w:rPr>
        <w:t>3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F07D24">
        <w:rPr>
          <w:rFonts w:ascii="Corbel" w:hAnsi="Corbel"/>
          <w:i/>
          <w:smallCaps/>
          <w:sz w:val="24"/>
          <w:szCs w:val="24"/>
        </w:rPr>
        <w:t>5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149964E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B02A7F">
        <w:rPr>
          <w:rFonts w:ascii="Corbel" w:hAnsi="Corbel"/>
          <w:sz w:val="20"/>
          <w:szCs w:val="20"/>
        </w:rPr>
        <w:t>2</w:t>
      </w:r>
      <w:r w:rsidR="00F07D24">
        <w:rPr>
          <w:rFonts w:ascii="Corbel" w:hAnsi="Corbel"/>
          <w:sz w:val="20"/>
          <w:szCs w:val="20"/>
        </w:rPr>
        <w:t>3</w:t>
      </w:r>
      <w:r w:rsidR="00D97030">
        <w:rPr>
          <w:rFonts w:ascii="Corbel" w:hAnsi="Corbel"/>
          <w:sz w:val="20"/>
          <w:szCs w:val="20"/>
        </w:rPr>
        <w:t>/202</w:t>
      </w:r>
      <w:r w:rsidR="00F07D24">
        <w:rPr>
          <w:rFonts w:ascii="Corbel" w:hAnsi="Corbel"/>
          <w:sz w:val="20"/>
          <w:szCs w:val="20"/>
        </w:rPr>
        <w:t>4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078E6FB9" w:rsidR="0085747A" w:rsidRPr="009C54AE" w:rsidRDefault="00D879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350EB962" w:rsidR="00D97030" w:rsidRPr="009C54AE" w:rsidRDefault="00D8793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2250023D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793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1F5792BE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7CEA4D5B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8793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1B9518D2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0C9F9125" w:rsidR="00D97030" w:rsidRPr="009C54AE" w:rsidRDefault="00DE7B0B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799FE37B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61E349AA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36789C4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3378F386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</w:t>
            </w:r>
            <w:r w:rsidR="00DE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</w:t>
            </w:r>
            <w:r w:rsidR="000967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aktyka społeczna,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kulturotechnika</w:t>
            </w:r>
            <w:proofErr w:type="spellEnd"/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14:paraId="186C118D" w14:textId="77777777" w:rsidR="00B02A7F" w:rsidRDefault="00B02A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5AF6B" w14:textId="3A88428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5B3276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C17C60F" w14:textId="4613AB37" w:rsidR="00D87935" w:rsidRPr="00D87935" w:rsidRDefault="00D8793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7DF4CBD5"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39BFC927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736C7B9" w14:textId="01343240" w:rsidR="00B36775" w:rsidRPr="009C54AE" w:rsidRDefault="00B36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72503E0" w:rsidR="000C090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640AA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BF2088D" w14:textId="2CFFA45A" w:rsidR="0036398B" w:rsidRPr="009C54AE" w:rsidRDefault="0036398B" w:rsidP="0036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4A78825D"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6B4ECC6C" w:rsidR="000C0908" w:rsidRDefault="004B7AD1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456972A5" w:rsidR="000C090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5A3A75C5"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>z osobami niedostosowanymi społecznie.</w:t>
            </w:r>
          </w:p>
        </w:tc>
        <w:tc>
          <w:tcPr>
            <w:tcW w:w="1865" w:type="dxa"/>
          </w:tcPr>
          <w:p w14:paraId="4A606B3A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759D1945" w14:textId="6650D6FA"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5C00B201" w:rsidR="000B6DA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rzećwiczy umiejętność podejmowania dyskusji oraz pracy w zespole podczas planowania </w:t>
            </w:r>
            <w:r w:rsidR="004877D1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         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przeprowadzania zajęć profilaktycznych, wychowawcz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4C48B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FCD21A" w14:textId="46541D32"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10FF2CED" w:rsidR="000B6DA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758E2967" w14:textId="367B041B" w:rsidR="0056063D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7A42E6AD" w14:textId="77777777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9D74A0E" w14:textId="23F0E1FB"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2593D74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(plastyczna, muzyczna, literacka, teatralna).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230950E1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i realizacja ćwiczeń warsztatowych </w:t>
            </w:r>
            <w:r w:rsidR="003F2B41">
              <w:rPr>
                <w:rFonts w:ascii="Corbel" w:hAnsi="Corbel"/>
                <w:sz w:val="24"/>
                <w:szCs w:val="24"/>
              </w:rPr>
              <w:t>wykorzystujących metody twórczej resocjalizacji.</w:t>
            </w:r>
          </w:p>
        </w:tc>
      </w:tr>
      <w:tr w:rsidR="003F2B41" w:rsidRPr="009C54AE" w14:paraId="163AA3B5" w14:textId="77777777" w:rsidTr="00923D7D">
        <w:tc>
          <w:tcPr>
            <w:tcW w:w="9639" w:type="dxa"/>
          </w:tcPr>
          <w:p w14:paraId="72789009" w14:textId="41D015DA" w:rsidR="003F2B41" w:rsidRDefault="003F2B41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F400AD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26599F24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</w:t>
      </w:r>
      <w:r w:rsidR="003F2B41">
        <w:rPr>
          <w:rFonts w:ascii="Corbel" w:hAnsi="Corbel"/>
          <w:b w:val="0"/>
          <w:smallCaps w:val="0"/>
          <w:szCs w:val="24"/>
        </w:rPr>
        <w:t>(</w:t>
      </w:r>
      <w:r w:rsidR="00F45FB3">
        <w:rPr>
          <w:rFonts w:ascii="Corbel" w:hAnsi="Corbel"/>
          <w:b w:val="0"/>
          <w:smallCaps w:val="0"/>
          <w:szCs w:val="24"/>
        </w:rPr>
        <w:t xml:space="preserve">praca projektowa – </w:t>
      </w:r>
      <w:r w:rsidR="003F2B41">
        <w:rPr>
          <w:rFonts w:ascii="Corbel" w:hAnsi="Corbel"/>
          <w:b w:val="0"/>
          <w:smallCaps w:val="0"/>
          <w:szCs w:val="24"/>
        </w:rPr>
        <w:t>warsztaty twórczej resocjalizacji</w:t>
      </w:r>
      <w:r w:rsidR="00884F2C">
        <w:rPr>
          <w:rFonts w:ascii="Corbel" w:hAnsi="Corbel"/>
          <w:b w:val="0"/>
          <w:smallCaps w:val="0"/>
          <w:szCs w:val="24"/>
        </w:rPr>
        <w:t>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31207D1A" w:rsidR="0085747A" w:rsidRPr="009C54AE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3ACE92A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4D9FFD8F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62A90EDE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10939577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3FF5785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7F70D498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4CFD745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133CD4EC" w:rsidR="0085747A" w:rsidRPr="00CD6AE7" w:rsidRDefault="00C61DC5" w:rsidP="002B5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CD6AE7">
              <w:rPr>
                <w:rFonts w:ascii="Corbel" w:hAnsi="Corbel"/>
                <w:sz w:val="24"/>
                <w:szCs w:val="24"/>
              </w:rPr>
              <w:t>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316CC6AE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265543C" w:rsidR="00C61DC5" w:rsidRPr="009C54AE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2D273D3A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8310C">
              <w:rPr>
                <w:rFonts w:ascii="Corbel" w:hAnsi="Corbel"/>
                <w:sz w:val="24"/>
                <w:szCs w:val="24"/>
              </w:rPr>
              <w:t>:</w:t>
            </w:r>
          </w:p>
          <w:p w14:paraId="029D425B" w14:textId="77777777" w:rsidR="00F8310C" w:rsidRDefault="00C61DC5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14:paraId="52BE116E" w14:textId="77777777" w:rsidR="00C61DC5" w:rsidRDefault="004B7AD1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310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14:paraId="60FF8D7D" w14:textId="10A3B0FC" w:rsidR="00F8310C" w:rsidRPr="00F8310C" w:rsidRDefault="00F8310C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E92ED02" w14:textId="0F7313AF" w:rsidR="00C61DC5" w:rsidRDefault="00C61DC5" w:rsidP="00F8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A026D0" w14:textId="77777777" w:rsidR="00F8310C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12232D" w14:textId="30BEFCDB"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1F41EA7B" w14:textId="4205387F"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6E3D6B7" w14:textId="7992A1AD" w:rsidR="00F8310C" w:rsidRPr="009C54AE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825A97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7C527C1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192F800" w14:textId="70F440E3" w:rsidR="002E4291" w:rsidRPr="00CC25DB" w:rsidRDefault="002E429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Metody </w:t>
            </w:r>
            <w:r w:rsidR="00CC25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twórczej resocjalizacji</w:t>
            </w:r>
            <w:r w:rsidR="00CC25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825A97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FD0F1" w14:textId="77777777" w:rsidR="00D83498" w:rsidRDefault="00D83498" w:rsidP="00C16ABF">
      <w:pPr>
        <w:spacing w:after="0" w:line="240" w:lineRule="auto"/>
      </w:pPr>
      <w:r>
        <w:separator/>
      </w:r>
    </w:p>
  </w:endnote>
  <w:endnote w:type="continuationSeparator" w:id="0">
    <w:p w14:paraId="3C6E8F6E" w14:textId="77777777" w:rsidR="00D83498" w:rsidRDefault="00D83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6B970" w14:textId="77777777" w:rsidR="00D83498" w:rsidRDefault="00D83498" w:rsidP="00C16ABF">
      <w:pPr>
        <w:spacing w:after="0" w:line="240" w:lineRule="auto"/>
      </w:pPr>
      <w:r>
        <w:separator/>
      </w:r>
    </w:p>
  </w:footnote>
  <w:footnote w:type="continuationSeparator" w:id="0">
    <w:p w14:paraId="0F9A62CE" w14:textId="77777777" w:rsidR="00D83498" w:rsidRDefault="00D83498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84B9F"/>
    <w:multiLevelType w:val="hybridMultilevel"/>
    <w:tmpl w:val="B3180D1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76C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5615"/>
    <w:rsid w:val="000F6A72"/>
    <w:rsid w:val="00124BFF"/>
    <w:rsid w:val="0012560E"/>
    <w:rsid w:val="00126BF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3D3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09"/>
    <w:rsid w:val="002B5EA0"/>
    <w:rsid w:val="002B6119"/>
    <w:rsid w:val="002B6744"/>
    <w:rsid w:val="002C1F06"/>
    <w:rsid w:val="002D3375"/>
    <w:rsid w:val="002D73D4"/>
    <w:rsid w:val="002E4291"/>
    <w:rsid w:val="002F02A3"/>
    <w:rsid w:val="002F4ABE"/>
    <w:rsid w:val="003018BA"/>
    <w:rsid w:val="0030395F"/>
    <w:rsid w:val="00305C92"/>
    <w:rsid w:val="003151C5"/>
    <w:rsid w:val="003343CF"/>
    <w:rsid w:val="00341ACB"/>
    <w:rsid w:val="00346FE9"/>
    <w:rsid w:val="0034759A"/>
    <w:rsid w:val="003503F6"/>
    <w:rsid w:val="003530DD"/>
    <w:rsid w:val="003639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B41"/>
    <w:rsid w:val="003F38C0"/>
    <w:rsid w:val="0040765B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877D1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13B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60E8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E61C7"/>
    <w:rsid w:val="007F1652"/>
    <w:rsid w:val="007F4155"/>
    <w:rsid w:val="007F46A5"/>
    <w:rsid w:val="0080507D"/>
    <w:rsid w:val="0081554D"/>
    <w:rsid w:val="0081707E"/>
    <w:rsid w:val="00825A97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6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B95"/>
    <w:rsid w:val="00A7260C"/>
    <w:rsid w:val="00A84C85"/>
    <w:rsid w:val="00A94DA0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2A7F"/>
    <w:rsid w:val="00B06142"/>
    <w:rsid w:val="00B135B1"/>
    <w:rsid w:val="00B3130B"/>
    <w:rsid w:val="00B36775"/>
    <w:rsid w:val="00B40ADB"/>
    <w:rsid w:val="00B43B77"/>
    <w:rsid w:val="00B43E80"/>
    <w:rsid w:val="00B607DB"/>
    <w:rsid w:val="00B66529"/>
    <w:rsid w:val="00B70204"/>
    <w:rsid w:val="00B7525E"/>
    <w:rsid w:val="00B75946"/>
    <w:rsid w:val="00B8056E"/>
    <w:rsid w:val="00B819C8"/>
    <w:rsid w:val="00B82308"/>
    <w:rsid w:val="00B90885"/>
    <w:rsid w:val="00BB520A"/>
    <w:rsid w:val="00BD2497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A40"/>
    <w:rsid w:val="00C61DC5"/>
    <w:rsid w:val="00C67E92"/>
    <w:rsid w:val="00C70A26"/>
    <w:rsid w:val="00C766DF"/>
    <w:rsid w:val="00C94B98"/>
    <w:rsid w:val="00CA2B96"/>
    <w:rsid w:val="00CA5089"/>
    <w:rsid w:val="00CB42CB"/>
    <w:rsid w:val="00CC25DB"/>
    <w:rsid w:val="00CD6897"/>
    <w:rsid w:val="00CD6AE7"/>
    <w:rsid w:val="00CE5BAC"/>
    <w:rsid w:val="00CF25BE"/>
    <w:rsid w:val="00CF78ED"/>
    <w:rsid w:val="00D02B25"/>
    <w:rsid w:val="00D02EBA"/>
    <w:rsid w:val="00D064B7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3498"/>
    <w:rsid w:val="00D8678B"/>
    <w:rsid w:val="00D87935"/>
    <w:rsid w:val="00D97030"/>
    <w:rsid w:val="00DA2114"/>
    <w:rsid w:val="00DE09C0"/>
    <w:rsid w:val="00DE4A14"/>
    <w:rsid w:val="00DE7B0B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07BF"/>
    <w:rsid w:val="00E960BB"/>
    <w:rsid w:val="00EA2074"/>
    <w:rsid w:val="00EA4832"/>
    <w:rsid w:val="00EA4E9D"/>
    <w:rsid w:val="00EC0B70"/>
    <w:rsid w:val="00EC4899"/>
    <w:rsid w:val="00EC49AC"/>
    <w:rsid w:val="00ED03AB"/>
    <w:rsid w:val="00ED32D2"/>
    <w:rsid w:val="00EE32DE"/>
    <w:rsid w:val="00EE5457"/>
    <w:rsid w:val="00F070AB"/>
    <w:rsid w:val="00F07D24"/>
    <w:rsid w:val="00F17567"/>
    <w:rsid w:val="00F17990"/>
    <w:rsid w:val="00F2524E"/>
    <w:rsid w:val="00F25C19"/>
    <w:rsid w:val="00F27A7B"/>
    <w:rsid w:val="00F400AD"/>
    <w:rsid w:val="00F45FB3"/>
    <w:rsid w:val="00F526AF"/>
    <w:rsid w:val="00F617C3"/>
    <w:rsid w:val="00F7066B"/>
    <w:rsid w:val="00F8310C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  <w15:docId w15:val="{54774DF9-2A5C-4E38-93B6-D5510C3E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3445-BD77-493B-AF05-9571C390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5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2019-11-02T20:46:00Z</dcterms:created>
  <dcterms:modified xsi:type="dcterms:W3CDTF">2023-04-20T09:31:00Z</dcterms:modified>
</cp:coreProperties>
</file>